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6498"/>
        <w:gridCol w:w="1126"/>
        <w:gridCol w:w="1156"/>
        <w:gridCol w:w="1349"/>
      </w:tblGrid>
      <w:tr w:rsidR="0015565B" w:rsidRPr="00DF25B3" w:rsidTr="00926973">
        <w:trPr>
          <w:trHeight w:val="315"/>
          <w:jc w:val="center"/>
        </w:trPr>
        <w:tc>
          <w:tcPr>
            <w:tcW w:w="7211" w:type="dxa"/>
            <w:gridSpan w:val="2"/>
            <w:shd w:val="clear" w:color="auto" w:fill="auto"/>
            <w:noWrap/>
            <w:vAlign w:val="bottom"/>
          </w:tcPr>
          <w:p w:rsidR="0015565B" w:rsidRPr="00DF25B3" w:rsidRDefault="002129F6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Ε</w:t>
            </w:r>
          </w:p>
        </w:tc>
        <w:tc>
          <w:tcPr>
            <w:tcW w:w="1126" w:type="dxa"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bottom"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bottom"/>
          </w:tcPr>
          <w:p w:rsidR="0015565B" w:rsidRPr="00DF25B3" w:rsidRDefault="0015565B" w:rsidP="007750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926973">
        <w:trPr>
          <w:trHeight w:val="315"/>
          <w:jc w:val="center"/>
        </w:trPr>
        <w:tc>
          <w:tcPr>
            <w:tcW w:w="7211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E6292" w:rsidP="00745A8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</w:t>
            </w:r>
            <w:r w:rsidRPr="001E629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6621F1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Ε16-</w:t>
            </w:r>
            <w:r w:rsidR="006621F1" w:rsidRPr="006621F1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Ο2.Ε91 </w:t>
            </w:r>
            <w:r w:rsidR="00226E2D" w:rsidRPr="00226E2D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C02539" w:rsidRPr="00C02539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bookmarkStart w:id="0" w:name="_GoBack"/>
            <w:bookmarkEnd w:id="0"/>
            <w:r w:rsidR="006621F1" w:rsidRPr="006621F1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Μικρόφωνο Τύπου 02</w:t>
            </w:r>
          </w:p>
        </w:tc>
        <w:tc>
          <w:tcPr>
            <w:tcW w:w="1126" w:type="dxa"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34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7750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926973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6498" w:type="dxa"/>
            <w:shd w:val="clear" w:color="auto" w:fill="auto"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126" w:type="dxa"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349" w:type="dxa"/>
            <w:shd w:val="clear" w:color="auto" w:fill="auto"/>
            <w:noWrap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226E2D" w:rsidRPr="00DF25B3" w:rsidTr="00926973">
        <w:trPr>
          <w:trHeight w:val="91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226E2D" w:rsidRPr="00DF25B3" w:rsidRDefault="00226E2D" w:rsidP="00226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2D" w:rsidRPr="00A8070F" w:rsidRDefault="006621F1" w:rsidP="00226E2D">
            <w:r w:rsidRPr="006621F1">
              <w:t>Μικρόφωνο (ασύρματο) σετ χειρός: Ασύρματο σετ μικροφώνου χειρός, με σταθερή ασύρματη μετάδοση με έως και 10 συμβ</w:t>
            </w:r>
            <w:r>
              <w:t>ατά κανάλια σε σταθερή UHF ζώνη</w:t>
            </w:r>
          </w:p>
        </w:tc>
        <w:tc>
          <w:tcPr>
            <w:tcW w:w="1126" w:type="dxa"/>
            <w:vAlign w:val="center"/>
          </w:tcPr>
          <w:p w:rsidR="00226E2D" w:rsidRPr="00DF25B3" w:rsidRDefault="00226E2D" w:rsidP="009269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226E2D" w:rsidRPr="00DF25B3" w:rsidRDefault="00226E2D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349" w:type="dxa"/>
            <w:shd w:val="clear" w:color="auto" w:fill="auto"/>
            <w:noWrap/>
            <w:vAlign w:val="bottom"/>
            <w:hideMark/>
          </w:tcPr>
          <w:p w:rsidR="00226E2D" w:rsidRPr="00DF25B3" w:rsidRDefault="00226E2D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26E2D" w:rsidRPr="00DF25B3" w:rsidTr="00926973">
        <w:trPr>
          <w:trHeight w:val="671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226E2D" w:rsidRPr="00DF25B3" w:rsidRDefault="00226E2D" w:rsidP="00226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E2D" w:rsidRDefault="006621F1" w:rsidP="00926973">
            <w:r>
              <w:t>Χαρακτηριστικά:</w:t>
            </w:r>
          </w:p>
          <w:p w:rsidR="00926973" w:rsidRDefault="00926973" w:rsidP="00926973">
            <w:pPr>
              <w:pStyle w:val="a3"/>
              <w:numPr>
                <w:ilvl w:val="0"/>
                <w:numId w:val="2"/>
              </w:numPr>
              <w:spacing w:after="0" w:line="240" w:lineRule="auto"/>
            </w:pPr>
            <w:r>
              <w:t>Εξαιρετικός ζωντανός ήχος</w:t>
            </w:r>
          </w:p>
          <w:p w:rsidR="00926973" w:rsidRDefault="00926973" w:rsidP="00926973">
            <w:pPr>
              <w:pStyle w:val="a3"/>
              <w:numPr>
                <w:ilvl w:val="0"/>
                <w:numId w:val="2"/>
              </w:numPr>
              <w:spacing w:after="0" w:line="240" w:lineRule="auto"/>
            </w:pPr>
            <w:r>
              <w:t>Ενσωματωμένες κεραίες</w:t>
            </w:r>
          </w:p>
          <w:p w:rsidR="00926973" w:rsidRPr="00A8070F" w:rsidRDefault="00926973" w:rsidP="00926973">
            <w:pPr>
              <w:pStyle w:val="a3"/>
              <w:numPr>
                <w:ilvl w:val="0"/>
                <w:numId w:val="2"/>
              </w:numPr>
              <w:spacing w:after="0" w:line="240" w:lineRule="auto"/>
            </w:pPr>
            <w:r>
              <w:t>Αυτόματη διαχείριση συχνοτήτων και συγχρονισμού μέσω απομακρυσμένων καναλιών</w:t>
            </w:r>
          </w:p>
        </w:tc>
        <w:tc>
          <w:tcPr>
            <w:tcW w:w="1126" w:type="dxa"/>
            <w:vAlign w:val="center"/>
          </w:tcPr>
          <w:p w:rsidR="00226E2D" w:rsidRPr="00DF25B3" w:rsidRDefault="00226E2D" w:rsidP="009269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226E2D" w:rsidRPr="00DF25B3" w:rsidRDefault="00226E2D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349" w:type="dxa"/>
            <w:shd w:val="clear" w:color="auto" w:fill="auto"/>
            <w:noWrap/>
            <w:vAlign w:val="bottom"/>
            <w:hideMark/>
          </w:tcPr>
          <w:p w:rsidR="00226E2D" w:rsidRPr="00DF25B3" w:rsidRDefault="00226E2D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26E2D" w:rsidRPr="00DF25B3" w:rsidTr="00926973">
        <w:trPr>
          <w:trHeight w:val="619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226E2D" w:rsidRPr="00DF25B3" w:rsidRDefault="00226E2D" w:rsidP="00226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E2D" w:rsidRPr="006621F1" w:rsidRDefault="006621F1" w:rsidP="006621F1">
            <w:r w:rsidRPr="006621F1">
              <w:t xml:space="preserve">    Επιλέξιμες συχνότητες </w:t>
            </w:r>
            <w:r w:rsidRPr="006621F1">
              <w:rPr>
                <w:lang w:val="en-GB"/>
              </w:rPr>
              <w:t>UHF</w:t>
            </w:r>
            <w:r w:rsidRPr="006621F1">
              <w:t xml:space="preserve"> μέσα σε μεγάλο εύρος ζώνης</w:t>
            </w:r>
            <w:r>
              <w:t xml:space="preserve"> έ</w:t>
            </w:r>
            <w:r w:rsidRPr="006621F1">
              <w:t>ως 10 συμβατά κανάλια</w:t>
            </w:r>
          </w:p>
        </w:tc>
        <w:tc>
          <w:tcPr>
            <w:tcW w:w="1126" w:type="dxa"/>
            <w:vAlign w:val="center"/>
          </w:tcPr>
          <w:p w:rsidR="00226E2D" w:rsidRPr="00DF25B3" w:rsidRDefault="00226E2D" w:rsidP="009269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156" w:type="dxa"/>
            <w:shd w:val="clear" w:color="auto" w:fill="auto"/>
            <w:noWrap/>
            <w:vAlign w:val="bottom"/>
            <w:hideMark/>
          </w:tcPr>
          <w:p w:rsidR="00226E2D" w:rsidRPr="00DF25B3" w:rsidRDefault="00226E2D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349" w:type="dxa"/>
            <w:shd w:val="clear" w:color="auto" w:fill="auto"/>
            <w:noWrap/>
            <w:vAlign w:val="bottom"/>
            <w:hideMark/>
          </w:tcPr>
          <w:p w:rsidR="00226E2D" w:rsidRPr="00DF25B3" w:rsidRDefault="00226E2D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26E2D" w:rsidRPr="00A8070F" w:rsidTr="00926973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E2D" w:rsidRPr="004F4432" w:rsidRDefault="00226E2D" w:rsidP="00226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E2D" w:rsidRPr="006621F1" w:rsidRDefault="006621F1" w:rsidP="006621F1">
            <w:r>
              <w:t xml:space="preserve">    Διαστάσεις: (Περίπου) 200 x 42 x 127 </w:t>
            </w:r>
            <w:proofErr w:type="spellStart"/>
            <w:r>
              <w:t>mm</w:t>
            </w:r>
            <w:proofErr w:type="spellEnd"/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E2D" w:rsidRPr="004F4432" w:rsidRDefault="00226E2D" w:rsidP="009269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E2D" w:rsidRPr="004F4432" w:rsidRDefault="00226E2D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E2D" w:rsidRPr="004F4432" w:rsidRDefault="00226E2D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26E2D" w:rsidRPr="00A8070F" w:rsidTr="00926973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E2D" w:rsidRPr="004F4432" w:rsidRDefault="00226E2D" w:rsidP="00226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5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E2D" w:rsidRPr="00A8070F" w:rsidRDefault="006621F1" w:rsidP="006621F1">
            <w:pPr>
              <w:rPr>
                <w:lang w:val="en-GB"/>
              </w:rPr>
            </w:pPr>
            <w:r>
              <w:t xml:space="preserve">    </w:t>
            </w:r>
            <w:r w:rsidRPr="006621F1">
              <w:rPr>
                <w:lang w:val="en-US"/>
              </w:rPr>
              <w:t xml:space="preserve">THD, total harmonic distortion: &lt;= 0.9%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E2D" w:rsidRPr="004F4432" w:rsidRDefault="00226E2D" w:rsidP="009269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E2D" w:rsidRPr="004F4432" w:rsidRDefault="00226E2D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E2D" w:rsidRPr="004F4432" w:rsidRDefault="00226E2D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26E2D" w:rsidRPr="00A8070F" w:rsidTr="00926973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E2D" w:rsidRPr="00226E2D" w:rsidRDefault="00226E2D" w:rsidP="00226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26E2D">
              <w:rPr>
                <w:rFonts w:ascii="Arial" w:eastAsia="Times New Roman" w:hAnsi="Arial" w:cs="Arial"/>
                <w:color w:val="000000"/>
                <w:lang w:eastAsia="el-GR"/>
              </w:rPr>
              <w:t>6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E2D" w:rsidRPr="00A8070F" w:rsidRDefault="006621F1" w:rsidP="006621F1">
            <w:pPr>
              <w:rPr>
                <w:lang w:val="en-GB"/>
              </w:rPr>
            </w:pPr>
            <w:r w:rsidRPr="006621F1">
              <w:rPr>
                <w:lang w:val="en-US"/>
              </w:rPr>
              <w:t xml:space="preserve">    </w:t>
            </w:r>
            <w:r>
              <w:t>Βάρος</w:t>
            </w:r>
            <w:r w:rsidRPr="006621F1">
              <w:rPr>
                <w:lang w:val="en-US"/>
              </w:rPr>
              <w:t xml:space="preserve"> </w:t>
            </w:r>
            <w:r>
              <w:t>μικροφώνου</w:t>
            </w:r>
            <w:r w:rsidRPr="006621F1">
              <w:rPr>
                <w:lang w:val="en-US"/>
              </w:rPr>
              <w:t>: 245 g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E2D" w:rsidRPr="00226E2D" w:rsidRDefault="00226E2D" w:rsidP="009269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26E2D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E2D" w:rsidRPr="00226E2D" w:rsidRDefault="00226E2D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26E2D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E2D" w:rsidRPr="00226E2D" w:rsidRDefault="00226E2D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26E2D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26E2D" w:rsidRPr="00A8070F" w:rsidTr="00926973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E2D" w:rsidRPr="00226E2D" w:rsidRDefault="00226E2D" w:rsidP="00226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26E2D">
              <w:rPr>
                <w:rFonts w:ascii="Arial" w:eastAsia="Times New Roman" w:hAnsi="Arial" w:cs="Arial"/>
                <w:color w:val="000000"/>
                <w:lang w:eastAsia="el-GR"/>
              </w:rPr>
              <w:t>7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E2D" w:rsidRPr="00A8070F" w:rsidRDefault="006621F1" w:rsidP="006621F1">
            <w:pPr>
              <w:rPr>
                <w:lang w:val="en-GB"/>
              </w:rPr>
            </w:pPr>
            <w:r w:rsidRPr="006621F1">
              <w:rPr>
                <w:lang w:val="en-US"/>
              </w:rPr>
              <w:t xml:space="preserve">    </w:t>
            </w:r>
            <w:r>
              <w:t>Βάρος</w:t>
            </w:r>
            <w:r w:rsidRPr="006621F1">
              <w:rPr>
                <w:lang w:val="en-US"/>
              </w:rPr>
              <w:t xml:space="preserve"> </w:t>
            </w:r>
            <w:r>
              <w:t>δέκτη</w:t>
            </w:r>
            <w:r w:rsidRPr="006621F1">
              <w:rPr>
                <w:lang w:val="en-US"/>
              </w:rPr>
              <w:t>: 340 g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E2D" w:rsidRPr="00226E2D" w:rsidRDefault="00226E2D" w:rsidP="009269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26E2D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E2D" w:rsidRPr="00226E2D" w:rsidRDefault="00226E2D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26E2D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E2D" w:rsidRPr="00226E2D" w:rsidRDefault="00226E2D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26E2D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26E2D" w:rsidRPr="00A8070F" w:rsidTr="00926973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E2D" w:rsidRPr="00226E2D" w:rsidRDefault="00226E2D" w:rsidP="00226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26E2D">
              <w:rPr>
                <w:rFonts w:ascii="Arial" w:eastAsia="Times New Roman" w:hAnsi="Arial" w:cs="Arial"/>
                <w:color w:val="000000"/>
                <w:lang w:eastAsia="el-GR"/>
              </w:rPr>
              <w:t>8</w:t>
            </w:r>
          </w:p>
        </w:tc>
        <w:tc>
          <w:tcPr>
            <w:tcW w:w="6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E2D" w:rsidRPr="00A8070F" w:rsidRDefault="006621F1" w:rsidP="006621F1">
            <w:pPr>
              <w:rPr>
                <w:lang w:val="en-GB"/>
              </w:rPr>
            </w:pPr>
            <w:r w:rsidRPr="006621F1">
              <w:rPr>
                <w:lang w:val="en-US"/>
              </w:rPr>
              <w:t xml:space="preserve">    Signal-to-noise ratio &gt;=103 </w:t>
            </w:r>
            <w:proofErr w:type="spellStart"/>
            <w:r w:rsidRPr="006621F1">
              <w:rPr>
                <w:lang w:val="en-US"/>
              </w:rPr>
              <w:t>dBA</w:t>
            </w:r>
            <w:proofErr w:type="spellEnd"/>
            <w:r w:rsidRPr="006621F1">
              <w:rPr>
                <w:lang w:val="en-US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E2D" w:rsidRPr="00226E2D" w:rsidRDefault="00226E2D" w:rsidP="009269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26E2D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E2D" w:rsidRPr="00226E2D" w:rsidRDefault="00226E2D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26E2D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E2D" w:rsidRPr="00226E2D" w:rsidRDefault="00226E2D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26E2D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26E2D" w:rsidRPr="00A8070F" w:rsidTr="00926973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E2D" w:rsidRPr="00226E2D" w:rsidRDefault="00226E2D" w:rsidP="00226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26E2D">
              <w:rPr>
                <w:rFonts w:ascii="Arial" w:eastAsia="Times New Roman" w:hAnsi="Arial" w:cs="Arial"/>
                <w:color w:val="000000"/>
                <w:lang w:eastAsia="el-GR"/>
              </w:rPr>
              <w:t>9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26E2D" w:rsidRPr="00A8070F" w:rsidRDefault="006621F1" w:rsidP="006621F1">
            <w:pPr>
              <w:rPr>
                <w:lang w:val="en-GB"/>
              </w:rPr>
            </w:pPr>
            <w:r w:rsidRPr="006621F1">
              <w:rPr>
                <w:lang w:val="en-US"/>
              </w:rPr>
              <w:t xml:space="preserve">    </w:t>
            </w:r>
            <w:r>
              <w:t xml:space="preserve">RF ισχύς εξόδου: 10 </w:t>
            </w:r>
            <w:proofErr w:type="spellStart"/>
            <w:r>
              <w:t>mW</w:t>
            </w:r>
            <w:proofErr w:type="spellEnd"/>
            <w: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E2D" w:rsidRPr="00226E2D" w:rsidRDefault="00226E2D" w:rsidP="009269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26E2D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E2D" w:rsidRPr="00226E2D" w:rsidRDefault="00226E2D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26E2D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E2D" w:rsidRPr="00226E2D" w:rsidRDefault="00226E2D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26E2D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6621F1" w:rsidRPr="00A8070F" w:rsidTr="00926973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21F1" w:rsidRPr="00226E2D" w:rsidRDefault="006621F1" w:rsidP="00226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10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1F1" w:rsidRPr="006621F1" w:rsidRDefault="006621F1" w:rsidP="006621F1">
            <w:r>
              <w:t xml:space="preserve">    Εναλλαγή εύρους ζώνης έως 24 </w:t>
            </w:r>
            <w:proofErr w:type="spellStart"/>
            <w:r>
              <w:t>MHz</w:t>
            </w:r>
            <w:proofErr w:type="spellEnd"/>
            <w: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1F1" w:rsidRPr="00226E2D" w:rsidRDefault="00926973" w:rsidP="009269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926973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1F1" w:rsidRPr="00226E2D" w:rsidRDefault="006621F1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1F1" w:rsidRPr="00226E2D" w:rsidRDefault="006621F1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621F1" w:rsidRPr="00A8070F" w:rsidTr="00926973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21F1" w:rsidRPr="00226E2D" w:rsidRDefault="006621F1" w:rsidP="00226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11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1F1" w:rsidRDefault="006621F1" w:rsidP="006621F1">
            <w:r>
              <w:t xml:space="preserve">    Χρόνος λειτουργίας: περίπου 10 ώρες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1F1" w:rsidRPr="00226E2D" w:rsidRDefault="00926973" w:rsidP="009269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926973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1F1" w:rsidRPr="00226E2D" w:rsidRDefault="006621F1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1F1" w:rsidRPr="00226E2D" w:rsidRDefault="006621F1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621F1" w:rsidRPr="00A8070F" w:rsidTr="00926973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21F1" w:rsidRPr="00226E2D" w:rsidRDefault="006621F1" w:rsidP="00226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12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1F1" w:rsidRDefault="006621F1" w:rsidP="006621F1">
            <w:r>
              <w:t xml:space="preserve">    Διαμόρφωση ευρείας ζώνης: FM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1F1" w:rsidRPr="00226E2D" w:rsidRDefault="00926973" w:rsidP="009269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926973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1F1" w:rsidRPr="00226E2D" w:rsidRDefault="006621F1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1F1" w:rsidRPr="00226E2D" w:rsidRDefault="006621F1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621F1" w:rsidRPr="006621F1" w:rsidTr="00926973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21F1" w:rsidRDefault="006621F1" w:rsidP="00226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13</w:t>
            </w:r>
          </w:p>
          <w:p w:rsidR="006621F1" w:rsidRPr="00226E2D" w:rsidRDefault="006621F1" w:rsidP="00226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1F1" w:rsidRPr="006621F1" w:rsidRDefault="006621F1" w:rsidP="006621F1">
            <w:pPr>
              <w:rPr>
                <w:lang w:val="en-US"/>
              </w:rPr>
            </w:pPr>
            <w:r w:rsidRPr="006621F1">
              <w:rPr>
                <w:lang w:val="en-US"/>
              </w:rPr>
              <w:t xml:space="preserve">    </w:t>
            </w:r>
            <w:r>
              <w:t>Ευαισθησία</w:t>
            </w:r>
            <w:r w:rsidRPr="006621F1">
              <w:rPr>
                <w:lang w:val="en-US"/>
              </w:rPr>
              <w:t xml:space="preserve">: &lt; 3 </w:t>
            </w:r>
            <w:r>
              <w:t>μ</w:t>
            </w:r>
            <w:r w:rsidRPr="006621F1">
              <w:rPr>
                <w:lang w:val="en-US"/>
              </w:rPr>
              <w:t>V at 52 dB(A)</w:t>
            </w:r>
            <w:proofErr w:type="spellStart"/>
            <w:r w:rsidRPr="006621F1">
              <w:rPr>
                <w:lang w:val="en-US"/>
              </w:rPr>
              <w:t>rms</w:t>
            </w:r>
            <w:proofErr w:type="spellEnd"/>
            <w:r w:rsidRPr="006621F1">
              <w:rPr>
                <w:lang w:val="en-US"/>
              </w:rPr>
              <w:t xml:space="preserve"> S/N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1F1" w:rsidRPr="006621F1" w:rsidRDefault="00926973" w:rsidP="009269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926973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1F1" w:rsidRPr="006621F1" w:rsidRDefault="006621F1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1F1" w:rsidRPr="006621F1" w:rsidRDefault="006621F1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</w:p>
        </w:tc>
      </w:tr>
      <w:tr w:rsidR="006621F1" w:rsidRPr="006621F1" w:rsidTr="00926973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21F1" w:rsidRPr="00226E2D" w:rsidRDefault="006621F1" w:rsidP="00226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14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621F1" w:rsidRPr="006621F1" w:rsidRDefault="006621F1" w:rsidP="006621F1">
            <w:r w:rsidRPr="006621F1">
              <w:t xml:space="preserve">    </w:t>
            </w:r>
            <w:r>
              <w:t xml:space="preserve">AF απόκριση συχνότητας SKM 825: 80-14,000 </w:t>
            </w:r>
            <w:proofErr w:type="spellStart"/>
            <w:r>
              <w:t>Hz</w:t>
            </w:r>
            <w:proofErr w:type="spellEnd"/>
            <w: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1F1" w:rsidRPr="006621F1" w:rsidRDefault="00926973" w:rsidP="009269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926973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1F1" w:rsidRPr="006621F1" w:rsidRDefault="006621F1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1F1" w:rsidRPr="006621F1" w:rsidRDefault="006621F1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6621F1" w:rsidRPr="006621F1" w:rsidTr="00926973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21F1" w:rsidRDefault="006621F1" w:rsidP="00226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15</w:t>
            </w:r>
          </w:p>
        </w:tc>
        <w:tc>
          <w:tcPr>
            <w:tcW w:w="6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6973" w:rsidRDefault="006621F1" w:rsidP="00926973">
            <w:r>
              <w:t xml:space="preserve">Το σετ περιλαμβάνει:    </w:t>
            </w:r>
          </w:p>
          <w:p w:rsidR="00926973" w:rsidRDefault="00926973" w:rsidP="00926973">
            <w:pPr>
              <w:pStyle w:val="a3"/>
              <w:numPr>
                <w:ilvl w:val="0"/>
                <w:numId w:val="1"/>
              </w:numPr>
              <w:spacing w:after="0" w:line="240" w:lineRule="auto"/>
            </w:pPr>
            <w:r>
              <w:t>1 δέκτη EM-XSW 1</w:t>
            </w:r>
          </w:p>
          <w:p w:rsidR="00926973" w:rsidRDefault="00926973" w:rsidP="00926973">
            <w:pPr>
              <w:pStyle w:val="a3"/>
              <w:numPr>
                <w:ilvl w:val="0"/>
                <w:numId w:val="1"/>
              </w:numPr>
              <w:spacing w:after="0" w:line="240" w:lineRule="auto"/>
            </w:pPr>
            <w:r>
              <w:t xml:space="preserve">1 φορητό πομπό SKM 825-XSW </w:t>
            </w:r>
          </w:p>
          <w:p w:rsidR="00926973" w:rsidRDefault="00926973" w:rsidP="00926973">
            <w:pPr>
              <w:pStyle w:val="a3"/>
              <w:numPr>
                <w:ilvl w:val="0"/>
                <w:numId w:val="1"/>
              </w:numPr>
              <w:spacing w:after="0" w:line="240" w:lineRule="auto"/>
            </w:pPr>
            <w:r>
              <w:t xml:space="preserve">1 </w:t>
            </w:r>
            <w:proofErr w:type="spellStart"/>
            <w:r>
              <w:t>clip</w:t>
            </w:r>
            <w:proofErr w:type="spellEnd"/>
            <w:r>
              <w:t xml:space="preserve"> μικροφώνου MZQ 1</w:t>
            </w:r>
          </w:p>
          <w:p w:rsidR="00926973" w:rsidRDefault="00926973" w:rsidP="00926973">
            <w:pPr>
              <w:pStyle w:val="a3"/>
              <w:numPr>
                <w:ilvl w:val="0"/>
                <w:numId w:val="1"/>
              </w:numPr>
              <w:spacing w:after="0" w:line="240" w:lineRule="auto"/>
            </w:pPr>
            <w:r>
              <w:t>1 τροφοδοτικό NT 12-5 CW</w:t>
            </w:r>
          </w:p>
          <w:p w:rsidR="006621F1" w:rsidRPr="006621F1" w:rsidRDefault="00926973" w:rsidP="00926973">
            <w:pPr>
              <w:pStyle w:val="a3"/>
              <w:numPr>
                <w:ilvl w:val="0"/>
                <w:numId w:val="1"/>
              </w:numPr>
              <w:spacing w:after="0" w:line="240" w:lineRule="auto"/>
            </w:pPr>
            <w:r>
              <w:t>2 AA μπαταρίες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21F1" w:rsidRPr="006621F1" w:rsidRDefault="00926973" w:rsidP="0092697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926973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1F1" w:rsidRPr="006621F1" w:rsidRDefault="006621F1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21F1" w:rsidRPr="006621F1" w:rsidRDefault="006621F1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</w:tbl>
    <w:p w:rsidR="00926973" w:rsidRPr="006621F1" w:rsidRDefault="00926973" w:rsidP="00926973">
      <w:pPr>
        <w:spacing w:after="0" w:line="240" w:lineRule="auto"/>
      </w:pPr>
    </w:p>
    <w:sectPr w:rsidR="00926973" w:rsidRPr="006621F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D679EA"/>
    <w:multiLevelType w:val="hybridMultilevel"/>
    <w:tmpl w:val="CBB0CD7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D83883"/>
    <w:multiLevelType w:val="hybridMultilevel"/>
    <w:tmpl w:val="78DC002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10A9B"/>
    <w:rsid w:val="0015565B"/>
    <w:rsid w:val="001913FD"/>
    <w:rsid w:val="001E6292"/>
    <w:rsid w:val="002129F6"/>
    <w:rsid w:val="00226E2D"/>
    <w:rsid w:val="002D2091"/>
    <w:rsid w:val="003C21C2"/>
    <w:rsid w:val="00406FB0"/>
    <w:rsid w:val="004C0D01"/>
    <w:rsid w:val="004F4432"/>
    <w:rsid w:val="004F5BC3"/>
    <w:rsid w:val="00500FD4"/>
    <w:rsid w:val="005200A8"/>
    <w:rsid w:val="006621F1"/>
    <w:rsid w:val="006C7B6D"/>
    <w:rsid w:val="00745A8F"/>
    <w:rsid w:val="00754411"/>
    <w:rsid w:val="00775065"/>
    <w:rsid w:val="007F5988"/>
    <w:rsid w:val="00863E00"/>
    <w:rsid w:val="00896732"/>
    <w:rsid w:val="00926973"/>
    <w:rsid w:val="00982915"/>
    <w:rsid w:val="009E2836"/>
    <w:rsid w:val="00A40B4A"/>
    <w:rsid w:val="00A567E4"/>
    <w:rsid w:val="00B8625B"/>
    <w:rsid w:val="00C00B64"/>
    <w:rsid w:val="00C02539"/>
    <w:rsid w:val="00C1128F"/>
    <w:rsid w:val="00C50913"/>
    <w:rsid w:val="00C65F02"/>
    <w:rsid w:val="00C86F58"/>
    <w:rsid w:val="00D271C8"/>
    <w:rsid w:val="00DB64D4"/>
    <w:rsid w:val="00DF0E24"/>
    <w:rsid w:val="00EB2777"/>
    <w:rsid w:val="00F41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99D92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69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26B44366</Template>
  <TotalTime>11</TotalTime>
  <Pages>1</Pages>
  <Words>182</Words>
  <Characters>987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4</cp:revision>
  <dcterms:created xsi:type="dcterms:W3CDTF">2025-09-10T08:47:00Z</dcterms:created>
  <dcterms:modified xsi:type="dcterms:W3CDTF">2025-09-11T07:56:00Z</dcterms:modified>
</cp:coreProperties>
</file>